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D6588F" w:rsidRPr="00D6588F">
        <w:rPr>
          <w:b/>
        </w:rPr>
        <w:t>Nákup dieselagregátu a elektrocentrály</w:t>
      </w:r>
      <w:r w:rsidR="00910910" w:rsidRPr="00910910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910910" w:rsidRPr="00910910" w:rsidRDefault="00910910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 xml:space="preserve">Formulář ČP o splnění základní způsobilosti </w:t>
      </w:r>
    </w:p>
    <w:p w:rsidR="00374707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Formulář nabídky</w:t>
      </w:r>
    </w:p>
    <w:p w:rsidR="00374707" w:rsidRPr="00910910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 xml:space="preserve">Návrh </w:t>
      </w:r>
      <w:r w:rsidR="00910910" w:rsidRPr="00910910">
        <w:t xml:space="preserve">kupní </w:t>
      </w:r>
      <w:r w:rsidRPr="00910910">
        <w:t>smlouvy</w:t>
      </w:r>
    </w:p>
    <w:p w:rsidR="00910910" w:rsidRPr="00910910" w:rsidRDefault="00910910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Nález podezřelého předmětu</w:t>
      </w:r>
    </w:p>
    <w:p w:rsidR="002561BD" w:rsidRPr="00910910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Čestné prohlášení ve vztahu k zakázaným dohodám</w:t>
      </w:r>
      <w:r w:rsidR="00910910">
        <w:t>,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D6588F" w:rsidRPr="00D6588F">
        <w:rPr>
          <w:b/>
        </w:rPr>
        <w:t>Nákup dieselagregátu a elektrocentrály</w:t>
      </w:r>
      <w:r w:rsidRPr="00F05536">
        <w:rPr>
          <w:b/>
        </w:rPr>
        <w:t xml:space="preserve">“ </w:t>
      </w:r>
      <w:r w:rsidRPr="00F05536">
        <w:t>za tuto nabídkovou cenu</w:t>
      </w:r>
      <w:r w:rsidR="00453E7D">
        <w:t>:</w:t>
      </w:r>
      <w:bookmarkStart w:id="0" w:name="_GoBack"/>
      <w:bookmarkEnd w:id="0"/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910910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8F0001">
        <w:t xml:space="preserve">kupní </w:t>
      </w:r>
      <w:r w:rsidRPr="00F05536">
        <w:t>smlouvy</w:t>
      </w:r>
      <w:r w:rsidR="008F0001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D6588F">
      <w:pPr>
        <w:pStyle w:val="Zhlav"/>
        <w:tabs>
          <w:tab w:val="clear" w:pos="4536"/>
          <w:tab w:val="left" w:pos="1843"/>
        </w:tabs>
        <w:ind w:left="3686" w:hanging="3402"/>
      </w:pPr>
      <w:r w:rsidRPr="00F05536">
        <w:t xml:space="preserve">Zahájení </w:t>
      </w:r>
      <w:r w:rsidR="006E32EA">
        <w:t>plnění</w:t>
      </w:r>
      <w:r w:rsidRPr="00F05536">
        <w:t xml:space="preserve">: </w:t>
      </w:r>
      <w:r w:rsidR="00360A3D">
        <w:t xml:space="preserve"> </w:t>
      </w:r>
      <w:r w:rsidR="00910910">
        <w:rPr>
          <w:b/>
        </w:rPr>
        <w:t>červenec</w:t>
      </w:r>
      <w:r w:rsidR="00F05536" w:rsidRPr="00F05536">
        <w:rPr>
          <w:b/>
        </w:rPr>
        <w:t xml:space="preserve"> 2020</w:t>
      </w:r>
      <w:r w:rsidRPr="00F05536">
        <w:rPr>
          <w:b/>
        </w:rPr>
        <w:t xml:space="preserve"> –</w:t>
      </w:r>
      <w:r w:rsidRPr="00360A3D">
        <w:t xml:space="preserve"> </w:t>
      </w:r>
      <w:r w:rsidR="00360A3D">
        <w:t>ihned po nabytí účinnosti k</w:t>
      </w:r>
      <w:r w:rsidR="00360A3D" w:rsidRPr="00360A3D">
        <w:t xml:space="preserve">upní smlouvy uveřejněním   </w:t>
      </w:r>
      <w:r w:rsidR="00D6588F">
        <w:t xml:space="preserve"> </w:t>
      </w:r>
      <w:r w:rsidR="00360A3D" w:rsidRPr="00360A3D">
        <w:t>v 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</w:t>
      </w:r>
      <w:r w:rsidR="006E32EA">
        <w:t>plnění</w:t>
      </w:r>
      <w:r w:rsidRPr="00F05536">
        <w:t xml:space="preserve">: </w:t>
      </w:r>
      <w:r w:rsidR="00ED4E77">
        <w:rPr>
          <w:b/>
        </w:rPr>
        <w:t>31. října</w:t>
      </w:r>
      <w:r w:rsidR="00F05536" w:rsidRPr="00F05536">
        <w:rPr>
          <w:b/>
        </w:rPr>
        <w:t xml:space="preserve"> 2020</w:t>
      </w:r>
      <w:r w:rsidRPr="00F0553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Pr="007364DE">
        <w:rPr>
          <w:color w:val="000000"/>
        </w:rPr>
        <w:lastRenderedPageBreak/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60A3D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60A3D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 případě, že naše nabídka bude vybrána a bude uzavřena </w:t>
      </w:r>
      <w:r w:rsidR="00360A3D">
        <w:t xml:space="preserve">kupní </w:t>
      </w:r>
      <w:r w:rsidRPr="007364DE">
        <w:t>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60A3D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3E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3E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137EA48" wp14:editId="59236AB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748E1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EC23F9B" wp14:editId="3D0F010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7B6E4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3E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3E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886C551" wp14:editId="154CA8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E0F5E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8F44199" wp14:editId="0D855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4635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3805"/>
    <w:rsid w:val="00207DF5"/>
    <w:rsid w:val="002561BD"/>
    <w:rsid w:val="00280E07"/>
    <w:rsid w:val="002C31BF"/>
    <w:rsid w:val="002D08B1"/>
    <w:rsid w:val="002E0CD7"/>
    <w:rsid w:val="00341DCF"/>
    <w:rsid w:val="00357BC6"/>
    <w:rsid w:val="00360A3D"/>
    <w:rsid w:val="00374707"/>
    <w:rsid w:val="003956C6"/>
    <w:rsid w:val="00441430"/>
    <w:rsid w:val="00450F07"/>
    <w:rsid w:val="00453CD3"/>
    <w:rsid w:val="00453E7D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2EA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764C"/>
    <w:rsid w:val="0084738B"/>
    <w:rsid w:val="00863E42"/>
    <w:rsid w:val="008659F3"/>
    <w:rsid w:val="00886D4B"/>
    <w:rsid w:val="00895406"/>
    <w:rsid w:val="008A3568"/>
    <w:rsid w:val="008D03B9"/>
    <w:rsid w:val="008F0001"/>
    <w:rsid w:val="008F18D6"/>
    <w:rsid w:val="00904780"/>
    <w:rsid w:val="0091091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88F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ED4E77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3C20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253329"/>
  <w14:defaultImageDpi w14:val="32767"/>
  <w15:docId w15:val="{B855844A-1351-4778-B967-4BFF7DB2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sharepoint/v3/fields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BCCEC1-2732-4B7E-9163-4208F3F6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459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2020-06-12T09:30:00Z</cp:lastPrinted>
  <dcterms:created xsi:type="dcterms:W3CDTF">2020-07-01T08:23:00Z</dcterms:created>
  <dcterms:modified xsi:type="dcterms:W3CDTF">2020-07-07T05:59:00Z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